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9404785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="00E92E46">
        <w:rPr>
          <w:rStyle w:val="Strong"/>
          <w:rFonts w:asciiTheme="minorHAnsi" w:hAnsiTheme="minorHAnsi" w:cstheme="minorHAnsi"/>
          <w:lang w:val="en-GB"/>
        </w:rPr>
        <w:t>21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r w:rsidR="00E92E46">
        <w:rPr>
          <w:rStyle w:val="Strong"/>
          <w:rFonts w:asciiTheme="minorHAnsi" w:hAnsiTheme="minorHAnsi" w:cstheme="minorHAnsi"/>
          <w:lang w:val="en-GB"/>
        </w:rPr>
        <w:t>G016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E92E46">
        <w:rPr>
          <w:rStyle w:val="Strong"/>
          <w:rFonts w:asciiTheme="minorHAnsi" w:hAnsiTheme="minorHAnsi" w:cstheme="minorHAnsi"/>
          <w:lang w:val="en-GB"/>
        </w:rPr>
        <w:t>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1F2A31D1" w:rsidR="00B0293A" w:rsidRPr="00532E97" w:rsidRDefault="00611272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</w:t>
            </w:r>
            <w:r w:rsidR="0062600B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</w:t>
            </w:r>
            <w:r w:rsidR="0062600B">
              <w:rPr>
                <w:rFonts w:ascii="Calibri" w:hAnsi="Calibri"/>
                <w:szCs w:val="20"/>
              </w:rPr>
              <w:t>5/2024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74919F01" w:rsidR="00B0293A" w:rsidRPr="00CB6DDC" w:rsidRDefault="00611272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</w:t>
            </w:r>
            <w:r w:rsidR="00462021">
              <w:rPr>
                <w:rFonts w:ascii="Calibri" w:hAnsi="Calibri"/>
                <w:szCs w:val="20"/>
                <w:highlight w:val="yellow"/>
              </w:rPr>
              <w:t>3</w:t>
            </w:r>
            <w:r w:rsidR="00E92E46">
              <w:rPr>
                <w:rFonts w:ascii="Calibri" w:hAnsi="Calibri"/>
                <w:szCs w:val="20"/>
                <w:highlight w:val="yellow"/>
              </w:rPr>
              <w:t>/05/24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33AB882B" w:rsidR="00B0293A" w:rsidRPr="00251A4B" w:rsidRDefault="0061127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E92E46">
              <w:rPr>
                <w:rFonts w:ascii="Calibri" w:hAnsi="Calibri"/>
                <w:szCs w:val="20"/>
              </w:rPr>
              <w:t>/05/24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06119591" w:rsidR="00B0293A" w:rsidRPr="00CB6DDC" w:rsidRDefault="00611272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31</w:t>
            </w:r>
            <w:r w:rsidR="00E92E46">
              <w:rPr>
                <w:rFonts w:ascii="Calibri" w:hAnsi="Calibri"/>
                <w:szCs w:val="20"/>
                <w:highlight w:val="yellow"/>
              </w:rPr>
              <w:t>/05/24</w:t>
            </w:r>
            <w:r w:rsidR="00571F5D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E92E46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</w:t>
            </w:r>
            <w:r w:rsidR="00571F5D">
              <w:rPr>
                <w:rFonts w:ascii="Calibri" w:hAnsi="Calibri"/>
                <w:szCs w:val="20"/>
                <w:highlight w:val="yellow"/>
              </w:rPr>
              <w:t>) Tarawa time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11C2BDBD" w:rsidR="00B0293A" w:rsidRPr="00532E97" w:rsidRDefault="0061127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</w:t>
            </w:r>
            <w:r w:rsidR="00E92E46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E92E46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D90487F" w:rsidR="00B0293A" w:rsidRPr="00532E97" w:rsidRDefault="0061127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E92E46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E92E46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3C371CD" w:rsidR="00B0293A" w:rsidRPr="00532E97" w:rsidRDefault="0061127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E92E46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E92E46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2F137B2D" w:rsidR="00B0293A" w:rsidRPr="00532E97" w:rsidRDefault="0061127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E92E46">
              <w:rPr>
                <w:rFonts w:ascii="Calibri" w:hAnsi="Calibri"/>
                <w:szCs w:val="20"/>
              </w:rPr>
              <w:t>/06/24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26C06428" w:rsidR="00B0293A" w:rsidRPr="00532E97" w:rsidRDefault="0061127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E92E46">
              <w:rPr>
                <w:rFonts w:ascii="Calibri" w:hAnsi="Calibri"/>
                <w:szCs w:val="20"/>
              </w:rPr>
              <w:t>/06/24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515123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B22D6" w14:textId="77777777" w:rsidR="005E18E1" w:rsidRDefault="005E18E1">
      <w:r>
        <w:separator/>
      </w:r>
    </w:p>
  </w:endnote>
  <w:endnote w:type="continuationSeparator" w:id="0">
    <w:p w14:paraId="5E30D034" w14:textId="77777777" w:rsidR="005E18E1" w:rsidRDefault="005E18E1">
      <w:r>
        <w:continuationSeparator/>
      </w:r>
    </w:p>
  </w:endnote>
  <w:endnote w:type="continuationNotice" w:id="1">
    <w:p w14:paraId="32D1F9DA" w14:textId="77777777" w:rsidR="005E18E1" w:rsidRDefault="005E18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94607" w:rsidRPr="00294607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94607" w:rsidRPr="00294607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213E682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62021">
      <w:rPr>
        <w:noProof/>
      </w:rPr>
      <w:t>2024-05-16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DCB95" w14:textId="77777777" w:rsidR="005E18E1" w:rsidRDefault="005E18E1">
      <w:r>
        <w:separator/>
      </w:r>
    </w:p>
  </w:footnote>
  <w:footnote w:type="continuationSeparator" w:id="0">
    <w:p w14:paraId="23EE3520" w14:textId="77777777" w:rsidR="005E18E1" w:rsidRDefault="005E18E1">
      <w:r>
        <w:continuationSeparator/>
      </w:r>
    </w:p>
  </w:footnote>
  <w:footnote w:type="continuationNotice" w:id="1">
    <w:p w14:paraId="29937E6B" w14:textId="77777777" w:rsidR="005E18E1" w:rsidRDefault="005E18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523D76E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E92E46">
      <w:rPr>
        <w:rStyle w:val="Strong"/>
        <w:rFonts w:asciiTheme="minorHAnsi" w:hAnsiTheme="minorHAnsi" w:cstheme="minorHAnsi"/>
        <w:lang w:val="en-GB"/>
      </w:rPr>
      <w:t>21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E92E46">
      <w:rPr>
        <w:rStyle w:val="Strong"/>
        <w:rFonts w:asciiTheme="minorHAnsi" w:hAnsiTheme="minorHAnsi" w:cstheme="minorHAnsi"/>
        <w:lang w:val="en-GB"/>
      </w:rPr>
      <w:t>G016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E92E46">
      <w:rPr>
        <w:rStyle w:val="Strong"/>
        <w:rFonts w:asciiTheme="minorHAnsi" w:hAnsiTheme="minorHAnsi" w:cstheme="minorHAnsi"/>
        <w:lang w:val="en-GB"/>
      </w:rPr>
      <w:t>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001598">
    <w:abstractNumId w:val="1"/>
  </w:num>
  <w:num w:numId="2" w16cid:durableId="1431270076">
    <w:abstractNumId w:val="10"/>
  </w:num>
  <w:num w:numId="3" w16cid:durableId="51730922">
    <w:abstractNumId w:val="11"/>
  </w:num>
  <w:num w:numId="4" w16cid:durableId="1916894883">
    <w:abstractNumId w:val="4"/>
  </w:num>
  <w:num w:numId="5" w16cid:durableId="1620409445">
    <w:abstractNumId w:val="3"/>
  </w:num>
  <w:num w:numId="6" w16cid:durableId="1750615774">
    <w:abstractNumId w:val="7"/>
  </w:num>
  <w:num w:numId="7" w16cid:durableId="549734138">
    <w:abstractNumId w:val="5"/>
  </w:num>
  <w:num w:numId="8" w16cid:durableId="1705519971">
    <w:abstractNumId w:val="9"/>
  </w:num>
  <w:num w:numId="9" w16cid:durableId="484200103">
    <w:abstractNumId w:val="0"/>
  </w:num>
  <w:num w:numId="10" w16cid:durableId="113639993">
    <w:abstractNumId w:val="8"/>
  </w:num>
  <w:num w:numId="11" w16cid:durableId="1523519293">
    <w:abstractNumId w:val="2"/>
  </w:num>
  <w:num w:numId="12" w16cid:durableId="160780690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6E72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0C1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4607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094A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23BD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4E0B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2021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12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1F5D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18E1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272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600B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163F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273CA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6D3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2E46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DD4AA4-5A75-4ECB-8FD4-A7414A34FA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14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8</cp:revision>
  <cp:lastPrinted>2013-10-18T08:32:00Z</cp:lastPrinted>
  <dcterms:created xsi:type="dcterms:W3CDTF">2024-04-25T22:31:00Z</dcterms:created>
  <dcterms:modified xsi:type="dcterms:W3CDTF">2024-05-15T22:01:00Z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